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3B4" w:rsidRPr="00396D41" w:rsidRDefault="00B043B4" w:rsidP="00B043B4">
      <w:pPr>
        <w:overflowPunct/>
        <w:autoSpaceDE/>
        <w:autoSpaceDN/>
        <w:adjustRightInd/>
        <w:jc w:val="right"/>
        <w:rPr>
          <w:rFonts w:asciiTheme="minorHAnsi" w:hAnsiTheme="minorHAnsi" w:cs="Tahoma"/>
          <w:sz w:val="18"/>
          <w:szCs w:val="18"/>
        </w:rPr>
      </w:pPr>
      <w:bookmarkStart w:id="0" w:name="_GoBack"/>
      <w:bookmarkEnd w:id="0"/>
      <w:r w:rsidRPr="00B043B4">
        <w:rPr>
          <w:rFonts w:asciiTheme="minorHAnsi" w:hAnsiTheme="minorHAnsi" w:cs="Tahoma"/>
          <w:b/>
          <w:sz w:val="22"/>
          <w:szCs w:val="22"/>
        </w:rPr>
        <w:t>Scuole Secondarie di</w:t>
      </w:r>
      <w:r w:rsidRPr="00B043B4">
        <w:rPr>
          <w:rFonts w:asciiTheme="minorHAnsi" w:hAnsiTheme="minorHAnsi" w:cs="Tahoma"/>
          <w:b/>
          <w:sz w:val="20"/>
        </w:rPr>
        <w:t xml:space="preserve"> </w:t>
      </w:r>
      <w:r w:rsidR="00396D41">
        <w:rPr>
          <w:rFonts w:asciiTheme="minorHAnsi" w:hAnsiTheme="minorHAnsi" w:cs="Tahoma"/>
          <w:b/>
          <w:szCs w:val="24"/>
        </w:rPr>
        <w:t>___</w:t>
      </w:r>
      <w:r w:rsidRPr="00B043B4">
        <w:rPr>
          <w:rFonts w:asciiTheme="minorHAnsi" w:hAnsiTheme="minorHAnsi" w:cs="Tahoma"/>
          <w:b/>
          <w:szCs w:val="24"/>
        </w:rPr>
        <w:t xml:space="preserve"> Grado</w:t>
      </w:r>
      <w:r w:rsidR="00396D41">
        <w:rPr>
          <w:rFonts w:asciiTheme="minorHAnsi" w:hAnsiTheme="minorHAnsi" w:cs="Tahoma"/>
          <w:b/>
          <w:szCs w:val="24"/>
        </w:rPr>
        <w:t xml:space="preserve"> </w:t>
      </w:r>
      <w:r w:rsidR="00396D41">
        <w:rPr>
          <w:rFonts w:asciiTheme="minorHAnsi" w:hAnsiTheme="minorHAnsi" w:cs="Tahoma"/>
          <w:sz w:val="18"/>
          <w:szCs w:val="18"/>
        </w:rPr>
        <w:t>(specificare se I° o II°)</w:t>
      </w:r>
    </w:p>
    <w:p w:rsidR="00396D41" w:rsidRDefault="00396D41" w:rsidP="00B043B4">
      <w:pPr>
        <w:overflowPunct/>
        <w:autoSpaceDE/>
        <w:autoSpaceDN/>
        <w:adjustRightInd/>
        <w:jc w:val="center"/>
        <w:rPr>
          <w:rFonts w:asciiTheme="minorHAnsi" w:hAnsiTheme="minorHAnsi" w:cs="Tahoma"/>
          <w:b/>
          <w:szCs w:val="24"/>
        </w:rPr>
      </w:pPr>
    </w:p>
    <w:p w:rsidR="00B043B4" w:rsidRPr="00B043B4" w:rsidRDefault="00B043B4" w:rsidP="00B043B4">
      <w:pPr>
        <w:overflowPunct/>
        <w:autoSpaceDE/>
        <w:autoSpaceDN/>
        <w:adjustRightInd/>
        <w:jc w:val="center"/>
        <w:rPr>
          <w:rFonts w:asciiTheme="minorHAnsi" w:hAnsiTheme="minorHAnsi" w:cs="Tahoma"/>
          <w:b/>
          <w:sz w:val="20"/>
        </w:rPr>
      </w:pPr>
      <w:r w:rsidRPr="00B043B4">
        <w:rPr>
          <w:rFonts w:asciiTheme="minorHAnsi" w:hAnsiTheme="minorHAnsi" w:cs="Tahoma"/>
          <w:b/>
          <w:szCs w:val="24"/>
        </w:rPr>
        <w:t>ALUNNI CON DISABILITA’</w:t>
      </w:r>
    </w:p>
    <w:p w:rsidR="00B043B4" w:rsidRPr="00B043B4" w:rsidRDefault="00B043B4" w:rsidP="00B043B4">
      <w:pPr>
        <w:overflowPunct/>
        <w:autoSpaceDE/>
        <w:autoSpaceDN/>
        <w:adjustRightInd/>
        <w:jc w:val="center"/>
        <w:rPr>
          <w:rFonts w:asciiTheme="minorHAnsi" w:hAnsiTheme="minorHAnsi" w:cs="Tahoma"/>
          <w:b/>
          <w:szCs w:val="24"/>
          <w:u w:val="single"/>
        </w:rPr>
      </w:pPr>
      <w:r w:rsidRPr="00B043B4">
        <w:rPr>
          <w:rFonts w:asciiTheme="minorHAnsi" w:hAnsiTheme="minorHAnsi" w:cs="Tahoma"/>
          <w:b/>
          <w:sz w:val="20"/>
        </w:rPr>
        <w:t xml:space="preserve"> </w:t>
      </w:r>
      <w:r w:rsidRPr="00B043B4">
        <w:rPr>
          <w:rFonts w:asciiTheme="minorHAnsi" w:hAnsiTheme="minorHAnsi" w:cs="Tahoma"/>
          <w:b/>
          <w:sz w:val="22"/>
          <w:szCs w:val="22"/>
        </w:rPr>
        <w:t xml:space="preserve">Modulo Iscrizione </w:t>
      </w:r>
    </w:p>
    <w:p w:rsidR="00B043B4" w:rsidRPr="00B043B4" w:rsidRDefault="00B043B4" w:rsidP="00B043B4">
      <w:pPr>
        <w:overflowPunct/>
        <w:autoSpaceDE/>
        <w:autoSpaceDN/>
        <w:adjustRightInd/>
        <w:jc w:val="center"/>
        <w:rPr>
          <w:rFonts w:asciiTheme="minorHAnsi" w:hAnsiTheme="minorHAnsi" w:cs="Tahoma"/>
          <w:b/>
          <w:sz w:val="20"/>
        </w:rPr>
      </w:pPr>
      <w:r w:rsidRPr="00B043B4">
        <w:rPr>
          <w:rFonts w:asciiTheme="minorHAnsi" w:hAnsiTheme="minorHAnsi" w:cs="Tahoma"/>
          <w:b/>
          <w:sz w:val="22"/>
          <w:szCs w:val="22"/>
        </w:rPr>
        <w:t>Campionati Studenteschi Atletica Leggera</w:t>
      </w:r>
      <w:r w:rsidRPr="00B043B4">
        <w:rPr>
          <w:rFonts w:asciiTheme="minorHAnsi" w:hAnsiTheme="minorHAnsi" w:cs="Tahoma"/>
          <w:b/>
          <w:sz w:val="20"/>
        </w:rPr>
        <w:t xml:space="preserve"> </w:t>
      </w:r>
      <w:r w:rsidRPr="00B043B4">
        <w:rPr>
          <w:rFonts w:asciiTheme="minorHAnsi" w:hAnsiTheme="minorHAnsi" w:cs="Tahoma"/>
          <w:b/>
          <w:szCs w:val="24"/>
        </w:rPr>
        <w:t>Corsa Campestre</w:t>
      </w:r>
    </w:p>
    <w:p w:rsidR="00B043B4" w:rsidRPr="00B043B4" w:rsidRDefault="00B043B4" w:rsidP="00B043B4">
      <w:pPr>
        <w:overflowPunct/>
        <w:autoSpaceDE/>
        <w:autoSpaceDN/>
        <w:adjustRightInd/>
        <w:spacing w:line="276" w:lineRule="auto"/>
        <w:rPr>
          <w:rFonts w:asciiTheme="minorHAnsi" w:hAnsiTheme="minorHAnsi" w:cs="Tahoma"/>
          <w:b/>
          <w:sz w:val="20"/>
        </w:rPr>
      </w:pPr>
      <w:r w:rsidRPr="00B043B4">
        <w:rPr>
          <w:rFonts w:asciiTheme="minorHAnsi" w:hAnsiTheme="minorHAnsi" w:cs="Tahoma"/>
          <w:b/>
          <w:sz w:val="20"/>
        </w:rPr>
        <w:t xml:space="preserve">            </w:t>
      </w:r>
    </w:p>
    <w:tbl>
      <w:tblPr>
        <w:tblpPr w:leftFromText="141" w:rightFromText="141" w:vertAnchor="text" w:horzAnchor="margin" w:tblpXSpec="center" w:tblpY="-29"/>
        <w:tblW w:w="44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4"/>
        <w:gridCol w:w="634"/>
        <w:gridCol w:w="634"/>
        <w:gridCol w:w="487"/>
        <w:gridCol w:w="474"/>
      </w:tblGrid>
      <w:tr w:rsidR="00B043B4" w:rsidRPr="00B043B4" w:rsidTr="009125F2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0"/>
              </w:rPr>
            </w:pPr>
            <w:r w:rsidRPr="00B043B4">
              <w:rPr>
                <w:rFonts w:asciiTheme="minorHAnsi" w:hAnsiTheme="minorHAnsi" w:cs="Tahoma"/>
                <w:b/>
                <w:sz w:val="20"/>
              </w:rPr>
              <w:t>DIR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0"/>
              </w:rPr>
            </w:pPr>
            <w:r w:rsidRPr="00B043B4">
              <w:rPr>
                <w:rFonts w:asciiTheme="minorHAnsi" w:hAnsiTheme="minorHAnsi" w:cs="Tahoma"/>
                <w:b/>
                <w:sz w:val="20"/>
              </w:rPr>
              <w:t>C21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0"/>
              </w:rPr>
            </w:pPr>
            <w:r w:rsidRPr="00B043B4">
              <w:rPr>
                <w:rFonts w:asciiTheme="minorHAnsi" w:hAnsiTheme="minorHAnsi" w:cs="Tahoma"/>
                <w:b/>
                <w:sz w:val="20"/>
              </w:rPr>
              <w:t>HFD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0"/>
              </w:rPr>
            </w:pPr>
            <w:r w:rsidRPr="00B043B4">
              <w:rPr>
                <w:rFonts w:asciiTheme="minorHAnsi" w:hAnsiTheme="minorHAnsi" w:cs="Tahoma"/>
                <w:b/>
                <w:sz w:val="20"/>
              </w:rPr>
              <w:t>HS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0"/>
              </w:rPr>
            </w:pPr>
            <w:r w:rsidRPr="00B043B4">
              <w:rPr>
                <w:rFonts w:asciiTheme="minorHAnsi" w:hAnsiTheme="minorHAnsi" w:cs="Tahoma"/>
                <w:b/>
                <w:sz w:val="20"/>
              </w:rPr>
              <w:t>NV</w:t>
            </w:r>
          </w:p>
        </w:tc>
      </w:tr>
      <w:tr w:rsidR="00B043B4" w:rsidRPr="00B043B4" w:rsidTr="009125F2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0"/>
              </w:rPr>
            </w:pPr>
            <w:r w:rsidRPr="00B043B4">
              <w:rPr>
                <w:rFonts w:asciiTheme="minorHAnsi" w:hAnsiTheme="minorHAnsi" w:cs="Tahoma"/>
                <w:b/>
                <w:sz w:val="20"/>
              </w:rPr>
              <w:t>N° Maschi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sz w:val="20"/>
              </w:rPr>
            </w:pPr>
          </w:p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sz w:val="20"/>
              </w:rPr>
            </w:pPr>
          </w:p>
        </w:tc>
      </w:tr>
      <w:tr w:rsidR="00B043B4" w:rsidRPr="00B043B4" w:rsidTr="009125F2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0"/>
              </w:rPr>
            </w:pPr>
            <w:r w:rsidRPr="00B043B4">
              <w:rPr>
                <w:rFonts w:asciiTheme="minorHAnsi" w:hAnsiTheme="minorHAnsi" w:cs="Tahoma"/>
                <w:b/>
                <w:sz w:val="20"/>
              </w:rPr>
              <w:t>N° Femmine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sz w:val="20"/>
              </w:rPr>
            </w:pPr>
          </w:p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sz w:val="20"/>
              </w:rPr>
            </w:pPr>
          </w:p>
        </w:tc>
      </w:tr>
    </w:tbl>
    <w:p w:rsidR="00B043B4" w:rsidRPr="00B043B4" w:rsidRDefault="00B043B4" w:rsidP="00B043B4">
      <w:pPr>
        <w:overflowPunct/>
        <w:autoSpaceDE/>
        <w:autoSpaceDN/>
        <w:adjustRightInd/>
        <w:rPr>
          <w:rFonts w:asciiTheme="minorHAnsi" w:hAnsiTheme="minorHAnsi" w:cs="Tahoma"/>
          <w:b/>
          <w:i/>
          <w:sz w:val="20"/>
        </w:rPr>
      </w:pPr>
    </w:p>
    <w:p w:rsidR="00B043B4" w:rsidRPr="00B043B4" w:rsidRDefault="00B043B4" w:rsidP="00B043B4">
      <w:pPr>
        <w:overflowPunct/>
        <w:autoSpaceDE/>
        <w:autoSpaceDN/>
        <w:adjustRightInd/>
        <w:rPr>
          <w:rFonts w:asciiTheme="minorHAnsi" w:hAnsiTheme="minorHAnsi" w:cs="Tahoma"/>
          <w:b/>
          <w:i/>
          <w:sz w:val="20"/>
        </w:rPr>
      </w:pPr>
    </w:p>
    <w:p w:rsidR="00B043B4" w:rsidRPr="00B043B4" w:rsidRDefault="00B043B4" w:rsidP="00B043B4">
      <w:pPr>
        <w:overflowPunct/>
        <w:autoSpaceDE/>
        <w:autoSpaceDN/>
        <w:adjustRightInd/>
        <w:rPr>
          <w:rFonts w:asciiTheme="minorHAnsi" w:hAnsiTheme="minorHAnsi" w:cs="Tahoma"/>
          <w:sz w:val="20"/>
        </w:rPr>
      </w:pPr>
    </w:p>
    <w:p w:rsidR="00B043B4" w:rsidRPr="00B043B4" w:rsidRDefault="00B043B4" w:rsidP="00B043B4">
      <w:pPr>
        <w:overflowPunct/>
        <w:autoSpaceDE/>
        <w:autoSpaceDN/>
        <w:adjustRightInd/>
        <w:rPr>
          <w:rFonts w:asciiTheme="minorHAnsi" w:hAnsiTheme="minorHAnsi" w:cs="Tahoma"/>
          <w:sz w:val="20"/>
        </w:rPr>
      </w:pPr>
    </w:p>
    <w:p w:rsidR="00B043B4" w:rsidRPr="00B043B4" w:rsidRDefault="00B043B4" w:rsidP="00B043B4">
      <w:pPr>
        <w:overflowPunct/>
        <w:autoSpaceDE/>
        <w:autoSpaceDN/>
        <w:adjustRightInd/>
        <w:rPr>
          <w:rFonts w:asciiTheme="minorHAnsi" w:hAnsiTheme="minorHAnsi" w:cs="Tahoma"/>
          <w:sz w:val="20"/>
        </w:rPr>
      </w:pPr>
    </w:p>
    <w:p w:rsidR="00B043B4" w:rsidRPr="00B043B4" w:rsidRDefault="00B043B4" w:rsidP="00B043B4">
      <w:pPr>
        <w:overflowPunct/>
        <w:autoSpaceDE/>
        <w:autoSpaceDN/>
        <w:adjustRightInd/>
        <w:rPr>
          <w:rFonts w:asciiTheme="minorHAnsi" w:hAnsiTheme="minorHAnsi" w:cs="Tahoma"/>
          <w:sz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B043B4" w:rsidRPr="00B043B4" w:rsidTr="009125F2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B043B4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NOME DELL’ISTITUTO</w:t>
            </w:r>
          </w:p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B043B4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                                    PROVINCIA</w:t>
            </w:r>
          </w:p>
        </w:tc>
      </w:tr>
      <w:tr w:rsidR="00B043B4" w:rsidRPr="00B043B4" w:rsidTr="009125F2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B043B4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DOCENTE ACCOMPAGNATORE</w:t>
            </w:r>
          </w:p>
        </w:tc>
      </w:tr>
      <w:tr w:rsidR="00B043B4" w:rsidRPr="00B043B4" w:rsidTr="009125F2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B043B4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N.TELEFONO</w:t>
            </w: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B043B4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B043B4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Tempo/Misura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B043B4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Data di</w:t>
            </w:r>
          </w:p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B043B4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B043B4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Categoria</w:t>
            </w:r>
          </w:p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B043B4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B043B4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Sesso</w:t>
            </w: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043B4" w:rsidRPr="00B043B4" w:rsidTr="009125F2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3B4" w:rsidRPr="00B043B4" w:rsidRDefault="00B043B4" w:rsidP="00B043B4">
            <w:pPr>
              <w:overflowPunct/>
              <w:autoSpaceDE/>
              <w:autoSpaceDN/>
              <w:adjustRightInd/>
              <w:jc w:val="both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B043B4">
              <w:rPr>
                <w:rFonts w:asciiTheme="minorHAnsi" w:hAnsiTheme="minorHAnsi" w:cs="Tahoma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IL DIRIGENTE SCOLASTICO</w:t>
            </w:r>
          </w:p>
          <w:p w:rsidR="00B043B4" w:rsidRPr="00B043B4" w:rsidRDefault="00B043B4" w:rsidP="00B043B4">
            <w:pPr>
              <w:overflowPunct/>
              <w:autoSpaceDE/>
              <w:autoSpaceDN/>
              <w:adjustRightInd/>
              <w:jc w:val="both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  <w:p w:rsidR="00B043B4" w:rsidRPr="00B043B4" w:rsidRDefault="00B043B4" w:rsidP="00B043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B043B4" w:rsidRPr="00B043B4" w:rsidRDefault="00B043B4" w:rsidP="00B043B4">
      <w:pPr>
        <w:overflowPunct/>
        <w:autoSpaceDE/>
        <w:autoSpaceDN/>
        <w:adjustRightInd/>
        <w:rPr>
          <w:rFonts w:asciiTheme="minorHAnsi" w:hAnsiTheme="minorHAnsi"/>
          <w:b/>
          <w:sz w:val="22"/>
          <w:szCs w:val="22"/>
        </w:rPr>
      </w:pPr>
    </w:p>
    <w:p w:rsidR="00B043B4" w:rsidRPr="00B043B4" w:rsidRDefault="00B043B4" w:rsidP="00B043B4">
      <w:pPr>
        <w:overflowPunct/>
        <w:autoSpaceDE/>
        <w:autoSpaceDN/>
        <w:adjustRightInd/>
        <w:rPr>
          <w:rFonts w:asciiTheme="minorHAnsi" w:hAnsiTheme="minorHAnsi"/>
          <w:b/>
          <w:sz w:val="22"/>
          <w:szCs w:val="22"/>
        </w:rPr>
      </w:pPr>
    </w:p>
    <w:p w:rsidR="00B043B4" w:rsidRPr="00B043B4" w:rsidRDefault="00B043B4" w:rsidP="00B043B4">
      <w:pPr>
        <w:overflowPunct/>
        <w:autoSpaceDE/>
        <w:autoSpaceDN/>
        <w:adjustRightInd/>
        <w:rPr>
          <w:rFonts w:asciiTheme="minorHAnsi" w:hAnsiTheme="minorHAnsi"/>
          <w:b/>
          <w:sz w:val="22"/>
          <w:szCs w:val="22"/>
        </w:rPr>
      </w:pPr>
    </w:p>
    <w:p w:rsidR="00BF4B51" w:rsidRPr="00B043B4" w:rsidRDefault="00BF4B51" w:rsidP="00B043B4">
      <w:pPr>
        <w:overflowPunct/>
        <w:autoSpaceDE/>
        <w:autoSpaceDN/>
        <w:adjustRightInd/>
        <w:rPr>
          <w:rFonts w:asciiTheme="minorHAnsi" w:hAnsiTheme="minorHAnsi"/>
          <w:b/>
          <w:sz w:val="22"/>
          <w:szCs w:val="22"/>
        </w:rPr>
      </w:pPr>
    </w:p>
    <w:sectPr w:rsidR="00BF4B51" w:rsidRPr="00B043B4" w:rsidSect="005F77E6">
      <w:headerReference w:type="default" r:id="rId9"/>
      <w:footerReference w:type="default" r:id="rId10"/>
      <w:pgSz w:w="11907" w:h="16840"/>
      <w:pgMar w:top="1418" w:right="992" w:bottom="851" w:left="1276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99D" w:rsidRDefault="00D3699D">
      <w:r>
        <w:separator/>
      </w:r>
    </w:p>
  </w:endnote>
  <w:endnote w:type="continuationSeparator" w:id="0">
    <w:p w:rsidR="00D3699D" w:rsidRDefault="00D36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19" w:rsidRPr="00B043B4" w:rsidRDefault="000C0037" w:rsidP="000C0037">
    <w:pPr>
      <w:pStyle w:val="Pidipagina"/>
      <w:jc w:val="center"/>
      <w:rPr>
        <w:rFonts w:ascii="Garamond" w:hAnsi="Garamond" w:cs="Arial"/>
        <w:sz w:val="16"/>
        <w:szCs w:val="16"/>
      </w:rPr>
    </w:pPr>
    <w:r w:rsidRPr="000C0037">
      <w:rPr>
        <w:rFonts w:asciiTheme="minorHAnsi" w:hAnsiTheme="minorHAnsi"/>
        <w:sz w:val="16"/>
        <w:szCs w:val="16"/>
      </w:rPr>
      <w:t>201901240945_Modello_Disabili__Camp_Studenteschi_Campestre_Regionale_Ancona</w:t>
    </w:r>
  </w:p>
  <w:p w:rsidR="00533D19" w:rsidRPr="00F5225F" w:rsidRDefault="00533D1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Via XXV Aprile, 19  - </w:t>
    </w:r>
    <w:r w:rsidRPr="00F5225F">
      <w:rPr>
        <w:rFonts w:asciiTheme="minorHAnsi" w:hAnsiTheme="minorHAnsi" w:cs="Arial"/>
        <w:smallCaps/>
        <w:sz w:val="16"/>
        <w:szCs w:val="16"/>
      </w:rPr>
      <w:t>Ancona</w:t>
    </w:r>
    <w:r w:rsidRPr="00F5225F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:rsidR="00533D19" w:rsidRPr="00F5225F" w:rsidRDefault="00533D1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F5225F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:rsidR="00533D19" w:rsidRPr="00136AAF" w:rsidRDefault="00533D19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99D" w:rsidRDefault="00D3699D">
      <w:r>
        <w:separator/>
      </w:r>
    </w:p>
  </w:footnote>
  <w:footnote w:type="continuationSeparator" w:id="0">
    <w:p w:rsidR="00D3699D" w:rsidRDefault="00D36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19" w:rsidRDefault="00533D19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:rsidR="00533D19" w:rsidRPr="006E4A3F" w:rsidRDefault="00533D19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533D19" w:rsidRDefault="000654E5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357B5407" wp14:editId="575370E6">
          <wp:extent cx="434340" cy="434340"/>
          <wp:effectExtent l="0" t="0" r="3810" b="3810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3D19" w:rsidRPr="001446D9" w:rsidRDefault="00533D1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533D19" w:rsidRPr="001446D9" w:rsidRDefault="00533D1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533D19" w:rsidRPr="00717618" w:rsidRDefault="00533D1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717618">
      <w:rPr>
        <w:rFonts w:ascii="Monotype Corsiva" w:hAnsi="Monotype Corsiva" w:cs="Tahoma"/>
        <w:i/>
        <w:sz w:val="32"/>
        <w:szCs w:val="32"/>
      </w:rPr>
      <w:t>Direzione Generale</w:t>
    </w:r>
  </w:p>
  <w:p w:rsidR="00533D19" w:rsidRDefault="00533D19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03F31D6"/>
    <w:multiLevelType w:val="hybridMultilevel"/>
    <w:tmpl w:val="3014E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87697"/>
    <w:multiLevelType w:val="hybridMultilevel"/>
    <w:tmpl w:val="E1F873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A1317"/>
    <w:multiLevelType w:val="hybridMultilevel"/>
    <w:tmpl w:val="B478D500"/>
    <w:lvl w:ilvl="0" w:tplc="C8D426AA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318A2BEC"/>
    <w:multiLevelType w:val="hybridMultilevel"/>
    <w:tmpl w:val="1A60295A"/>
    <w:lvl w:ilvl="0" w:tplc="9AE0FEF8">
      <w:start w:val="1"/>
      <w:numFmt w:val="decimal"/>
      <w:lvlText w:val="%1."/>
      <w:lvlJc w:val="left"/>
      <w:pPr>
        <w:ind w:left="1494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50D074A8"/>
    <w:multiLevelType w:val="hybridMultilevel"/>
    <w:tmpl w:val="5D48F800"/>
    <w:lvl w:ilvl="0" w:tplc="0EF4EBEC">
      <w:numFmt w:val="bullet"/>
      <w:lvlText w:val="-"/>
      <w:lvlJc w:val="left"/>
      <w:pPr>
        <w:ind w:left="1143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9">
    <w:nsid w:val="610014AE"/>
    <w:multiLevelType w:val="hybridMultilevel"/>
    <w:tmpl w:val="3D1E22D2"/>
    <w:lvl w:ilvl="0" w:tplc="CAC459CC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BC87AC2"/>
    <w:multiLevelType w:val="hybridMultilevel"/>
    <w:tmpl w:val="130CFA68"/>
    <w:lvl w:ilvl="0" w:tplc="20FA71F4">
      <w:numFmt w:val="bullet"/>
      <w:lvlText w:val="-"/>
      <w:lvlJc w:val="left"/>
      <w:pPr>
        <w:ind w:left="927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B4"/>
    <w:rsid w:val="00005F00"/>
    <w:rsid w:val="00046F41"/>
    <w:rsid w:val="000654E5"/>
    <w:rsid w:val="00077991"/>
    <w:rsid w:val="000A0FD4"/>
    <w:rsid w:val="000C0037"/>
    <w:rsid w:val="000C5265"/>
    <w:rsid w:val="001169C1"/>
    <w:rsid w:val="001328E3"/>
    <w:rsid w:val="00136AAF"/>
    <w:rsid w:val="001371CC"/>
    <w:rsid w:val="00137285"/>
    <w:rsid w:val="001446D9"/>
    <w:rsid w:val="0018618D"/>
    <w:rsid w:val="001E69C9"/>
    <w:rsid w:val="001E78C3"/>
    <w:rsid w:val="001F4E08"/>
    <w:rsid w:val="0022089E"/>
    <w:rsid w:val="0023496C"/>
    <w:rsid w:val="00241014"/>
    <w:rsid w:val="00246041"/>
    <w:rsid w:val="002567E5"/>
    <w:rsid w:val="002744B4"/>
    <w:rsid w:val="00274B52"/>
    <w:rsid w:val="002A0E0A"/>
    <w:rsid w:val="002A2A80"/>
    <w:rsid w:val="002B46FA"/>
    <w:rsid w:val="002D4397"/>
    <w:rsid w:val="002E014D"/>
    <w:rsid w:val="002E45F0"/>
    <w:rsid w:val="002E5ED1"/>
    <w:rsid w:val="002E6CB5"/>
    <w:rsid w:val="00315355"/>
    <w:rsid w:val="00353199"/>
    <w:rsid w:val="003806E6"/>
    <w:rsid w:val="00391B37"/>
    <w:rsid w:val="003925C8"/>
    <w:rsid w:val="003950EB"/>
    <w:rsid w:val="00396D41"/>
    <w:rsid w:val="003F11D3"/>
    <w:rsid w:val="00433B15"/>
    <w:rsid w:val="00451B49"/>
    <w:rsid w:val="0047283F"/>
    <w:rsid w:val="00485574"/>
    <w:rsid w:val="00494AE0"/>
    <w:rsid w:val="00515873"/>
    <w:rsid w:val="0052188B"/>
    <w:rsid w:val="00527FC3"/>
    <w:rsid w:val="00531945"/>
    <w:rsid w:val="00533D19"/>
    <w:rsid w:val="00542D1E"/>
    <w:rsid w:val="0054659E"/>
    <w:rsid w:val="0057189C"/>
    <w:rsid w:val="005734D2"/>
    <w:rsid w:val="00586341"/>
    <w:rsid w:val="005A292B"/>
    <w:rsid w:val="005A694F"/>
    <w:rsid w:val="005D0EF5"/>
    <w:rsid w:val="005E72F2"/>
    <w:rsid w:val="005F26EF"/>
    <w:rsid w:val="005F77E6"/>
    <w:rsid w:val="00636AE4"/>
    <w:rsid w:val="0066114A"/>
    <w:rsid w:val="00687DDC"/>
    <w:rsid w:val="006B050B"/>
    <w:rsid w:val="006B34B4"/>
    <w:rsid w:val="006C15B0"/>
    <w:rsid w:val="006C28BB"/>
    <w:rsid w:val="006C52DC"/>
    <w:rsid w:val="006E4A3F"/>
    <w:rsid w:val="006E57CD"/>
    <w:rsid w:val="00704DFD"/>
    <w:rsid w:val="007058A4"/>
    <w:rsid w:val="00717618"/>
    <w:rsid w:val="007228EE"/>
    <w:rsid w:val="00725996"/>
    <w:rsid w:val="0073770B"/>
    <w:rsid w:val="007410C8"/>
    <w:rsid w:val="00767B5F"/>
    <w:rsid w:val="00787314"/>
    <w:rsid w:val="007D701D"/>
    <w:rsid w:val="00820087"/>
    <w:rsid w:val="008266E0"/>
    <w:rsid w:val="00831F72"/>
    <w:rsid w:val="00845857"/>
    <w:rsid w:val="00856D0E"/>
    <w:rsid w:val="008754EA"/>
    <w:rsid w:val="0089601E"/>
    <w:rsid w:val="008A1E55"/>
    <w:rsid w:val="008B44BB"/>
    <w:rsid w:val="008B4793"/>
    <w:rsid w:val="008C5CA0"/>
    <w:rsid w:val="008D12ED"/>
    <w:rsid w:val="008F6CF4"/>
    <w:rsid w:val="00902A66"/>
    <w:rsid w:val="00916337"/>
    <w:rsid w:val="009225AA"/>
    <w:rsid w:val="00941E1F"/>
    <w:rsid w:val="00952391"/>
    <w:rsid w:val="00955DED"/>
    <w:rsid w:val="009562B7"/>
    <w:rsid w:val="00971B29"/>
    <w:rsid w:val="00977DC9"/>
    <w:rsid w:val="00995B78"/>
    <w:rsid w:val="009966AD"/>
    <w:rsid w:val="009A2104"/>
    <w:rsid w:val="009A270E"/>
    <w:rsid w:val="009C50C7"/>
    <w:rsid w:val="009E3DA8"/>
    <w:rsid w:val="00A06708"/>
    <w:rsid w:val="00A20EEC"/>
    <w:rsid w:val="00A40E93"/>
    <w:rsid w:val="00A41E93"/>
    <w:rsid w:val="00A43D45"/>
    <w:rsid w:val="00A7460D"/>
    <w:rsid w:val="00A856F2"/>
    <w:rsid w:val="00A942C1"/>
    <w:rsid w:val="00AA38F2"/>
    <w:rsid w:val="00AA7A72"/>
    <w:rsid w:val="00AB48F2"/>
    <w:rsid w:val="00AC63AB"/>
    <w:rsid w:val="00AE7195"/>
    <w:rsid w:val="00B043B4"/>
    <w:rsid w:val="00B17153"/>
    <w:rsid w:val="00B179BD"/>
    <w:rsid w:val="00B61432"/>
    <w:rsid w:val="00BA4C0A"/>
    <w:rsid w:val="00BA5C6D"/>
    <w:rsid w:val="00BB1428"/>
    <w:rsid w:val="00BE3C42"/>
    <w:rsid w:val="00BF3E72"/>
    <w:rsid w:val="00BF4B51"/>
    <w:rsid w:val="00C051D1"/>
    <w:rsid w:val="00C17434"/>
    <w:rsid w:val="00C22447"/>
    <w:rsid w:val="00C53192"/>
    <w:rsid w:val="00C62721"/>
    <w:rsid w:val="00C83861"/>
    <w:rsid w:val="00C94FDA"/>
    <w:rsid w:val="00CC4C0D"/>
    <w:rsid w:val="00CD0B13"/>
    <w:rsid w:val="00CD3FD9"/>
    <w:rsid w:val="00CD4679"/>
    <w:rsid w:val="00CD7D5F"/>
    <w:rsid w:val="00D17BB3"/>
    <w:rsid w:val="00D3699D"/>
    <w:rsid w:val="00D55AFF"/>
    <w:rsid w:val="00D70B9C"/>
    <w:rsid w:val="00D80B6A"/>
    <w:rsid w:val="00D876A3"/>
    <w:rsid w:val="00D90A91"/>
    <w:rsid w:val="00DA2702"/>
    <w:rsid w:val="00DB4288"/>
    <w:rsid w:val="00DD1DAC"/>
    <w:rsid w:val="00E024B4"/>
    <w:rsid w:val="00E2155C"/>
    <w:rsid w:val="00E23460"/>
    <w:rsid w:val="00E23F17"/>
    <w:rsid w:val="00E42106"/>
    <w:rsid w:val="00E43CF8"/>
    <w:rsid w:val="00E46FAB"/>
    <w:rsid w:val="00E519AA"/>
    <w:rsid w:val="00E86100"/>
    <w:rsid w:val="00E97AB3"/>
    <w:rsid w:val="00EA2FAF"/>
    <w:rsid w:val="00EB5C2C"/>
    <w:rsid w:val="00F3070B"/>
    <w:rsid w:val="00F5225F"/>
    <w:rsid w:val="00F658DB"/>
    <w:rsid w:val="00FD19A2"/>
    <w:rsid w:val="00FD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3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120\Desktop\modelli\USR%20March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B3F64-202B-4E6A-88FD-EFAB47765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USR Marche.dotx</Template>
  <TotalTime>0</TotalTime>
  <Pages>1</Pages>
  <Words>50</Words>
  <Characters>615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664</CharactersWithSpaces>
  <SharedDoc>false</SharedDoc>
  <HLinks>
    <vt:vector size="24" baseType="variant"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6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3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  <vt:variant>
        <vt:i4>1179687</vt:i4>
      </vt:variant>
      <vt:variant>
        <vt:i4>0</vt:i4>
      </vt:variant>
      <vt:variant>
        <vt:i4>0</vt:i4>
      </vt:variant>
      <vt:variant>
        <vt:i4>5</vt:i4>
      </vt:variant>
      <vt:variant>
        <vt:lpwstr>mailto:nicola.sabatino.an@istruzione.it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2</cp:revision>
  <cp:lastPrinted>2015-05-25T08:57:00Z</cp:lastPrinted>
  <dcterms:created xsi:type="dcterms:W3CDTF">2019-01-25T07:30:00Z</dcterms:created>
  <dcterms:modified xsi:type="dcterms:W3CDTF">2019-01-25T07:30:00Z</dcterms:modified>
</cp:coreProperties>
</file>